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B9ED899" w:rsidR="00F1480E" w:rsidRPr="005404CB" w:rsidRDefault="00F1480E" w:rsidP="00CA0914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04B9221" w:rsidR="00F1480E" w:rsidRPr="005404CB" w:rsidRDefault="0049383D" w:rsidP="00CA0914">
            <w:pPr>
              <w:pStyle w:val="SIText"/>
            </w:pPr>
            <w:r w:rsidRPr="0049383D">
              <w:t xml:space="preserve">This version released with AMP Australian Meat Processing Training Package </w:t>
            </w:r>
            <w:r w:rsidR="00F054DD">
              <w:t>v</w:t>
            </w:r>
            <w:r w:rsidRPr="0049383D">
              <w:t xml:space="preserve">ersion </w:t>
            </w:r>
            <w:r w:rsidR="00EF6BBE">
              <w:t>9</w:t>
            </w:r>
            <w:r w:rsidRPr="0049383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</w:tcPr>
          <w:p w14:paraId="4E5419B2" w14:textId="7BBBD759" w:rsidR="00F1480E" w:rsidRPr="007F356F" w:rsidRDefault="003B786D" w:rsidP="000701AA">
            <w:pPr>
              <w:pStyle w:val="SIUNITCODE"/>
              <w:rPr>
                <w:rStyle w:val="SITemporaryText-green"/>
                <w:color w:val="auto"/>
              </w:rPr>
            </w:pPr>
            <w:r w:rsidRPr="007F356F">
              <w:rPr>
                <w:rStyle w:val="SITemporaryText-green"/>
                <w:color w:val="auto"/>
              </w:rPr>
              <w:t>AMPOPR2</w:t>
            </w:r>
            <w:r w:rsidR="00B55DA1" w:rsidRPr="0049383D">
              <w:t>0</w:t>
            </w:r>
            <w:r w:rsidRPr="007F356F">
              <w:rPr>
                <w:rStyle w:val="SITemporaryText-green"/>
                <w:color w:val="auto"/>
              </w:rPr>
              <w:t>3</w:t>
            </w:r>
          </w:p>
        </w:tc>
        <w:tc>
          <w:tcPr>
            <w:tcW w:w="3604" w:type="pct"/>
          </w:tcPr>
          <w:p w14:paraId="0B6AAD6B" w14:textId="32BF275F" w:rsidR="00F1480E" w:rsidRPr="005404CB" w:rsidRDefault="000A340B" w:rsidP="005404CB">
            <w:pPr>
              <w:pStyle w:val="SIUnittitle"/>
            </w:pPr>
            <w:r w:rsidRPr="000A340B">
              <w:t>Clean chillers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</w:tcPr>
          <w:p w14:paraId="48925167" w14:textId="09A057B5" w:rsidR="000C19FE" w:rsidRDefault="000C19FE" w:rsidP="000C19FE">
            <w:pPr>
              <w:pStyle w:val="SIText"/>
            </w:pPr>
            <w:r w:rsidRPr="000C19FE">
              <w:t>This unit describes the skills and knowledge required to clean and sanitise chillers</w:t>
            </w:r>
            <w:r w:rsidR="009E4E8D">
              <w:t>, following workplace requirements.</w:t>
            </w:r>
          </w:p>
          <w:p w14:paraId="0829040B" w14:textId="77777777" w:rsidR="00505909" w:rsidRPr="000C19FE" w:rsidRDefault="00505909" w:rsidP="000C19FE">
            <w:pPr>
              <w:pStyle w:val="SIText"/>
            </w:pPr>
          </w:p>
          <w:p w14:paraId="4D621C38" w14:textId="20AEC318" w:rsidR="008B6DE2" w:rsidRPr="008B6DE2" w:rsidRDefault="008B6DE2" w:rsidP="008B6DE2">
            <w:pPr>
              <w:pStyle w:val="SIText"/>
            </w:pPr>
            <w:r w:rsidRPr="00574D9E">
              <w:t xml:space="preserve">This unit applies to individuals </w:t>
            </w:r>
            <w:r>
              <w:t xml:space="preserve">who carry out cleaning duties in a </w:t>
            </w:r>
            <w:r w:rsidR="00B908A9">
              <w:t xml:space="preserve">meat or </w:t>
            </w:r>
            <w:r w:rsidRPr="00574D9E">
              <w:t xml:space="preserve">food processing environment who work under </w:t>
            </w:r>
            <w:r w:rsidRPr="008B6DE2">
              <w:t>general supervision.</w:t>
            </w:r>
          </w:p>
          <w:p w14:paraId="3049C565" w14:textId="514B48E7" w:rsidR="000C19FE" w:rsidRDefault="000C19FE" w:rsidP="000C19FE">
            <w:pPr>
              <w:pStyle w:val="SIText"/>
            </w:pPr>
          </w:p>
          <w:p w14:paraId="3792DD04" w14:textId="5179D0D7" w:rsidR="008B6DE2" w:rsidRPr="008B6DE2" w:rsidRDefault="008B6DE2" w:rsidP="008B6DE2">
            <w:pPr>
              <w:pStyle w:val="SIText"/>
            </w:pPr>
            <w:r w:rsidRPr="00574D9E">
              <w:t xml:space="preserve">All work must be carried out to comply with workplace procedures, in accordance with </w:t>
            </w:r>
            <w:r w:rsidRPr="008B6DE2">
              <w:t xml:space="preserve">state/territory health and safety, </w:t>
            </w:r>
            <w:r>
              <w:t xml:space="preserve">food </w:t>
            </w:r>
            <w:r w:rsidRPr="008B6DE2">
              <w:t xml:space="preserve">and </w:t>
            </w:r>
            <w:r>
              <w:t>meat</w:t>
            </w:r>
            <w:r w:rsidRPr="008B6DE2">
              <w:t xml:space="preserve"> safety regulations, legislation and standards that apply to the workplace.</w:t>
            </w:r>
          </w:p>
          <w:p w14:paraId="1835BD45" w14:textId="77777777" w:rsidR="008B6DE2" w:rsidRPr="00574D9E" w:rsidRDefault="008B6DE2" w:rsidP="008B6DE2">
            <w:pPr>
              <w:pStyle w:val="SIText"/>
            </w:pPr>
          </w:p>
          <w:p w14:paraId="25327B61" w14:textId="7BEC79F2" w:rsidR="00373436" w:rsidRDefault="008B6DE2" w:rsidP="000C19FE">
            <w:pPr>
              <w:pStyle w:val="SIText"/>
            </w:pPr>
            <w:r w:rsidRPr="00574D9E">
              <w:t>No licensing, legislative or certification requirements apply to this unit at the time of publication.</w:t>
            </w:r>
            <w:r w:rsidR="009E4E8D">
              <w:t xml:space="preserve"> </w:t>
            </w:r>
          </w:p>
          <w:p w14:paraId="58FDBCFC" w14:textId="77777777" w:rsidR="00B908A9" w:rsidRDefault="00B908A9" w:rsidP="00B908A9">
            <w:pPr>
              <w:pStyle w:val="SIText"/>
            </w:pPr>
          </w:p>
          <w:p w14:paraId="1947E737" w14:textId="77777777" w:rsidR="00B908A9" w:rsidRPr="00B908A9" w:rsidRDefault="00B908A9" w:rsidP="00B908A9">
            <w:pPr>
              <w:pStyle w:val="SIText"/>
            </w:pPr>
            <w:r w:rsidRPr="007F262B">
              <w:t>Mandatory workplace requirements apply to the assessment of this unit.</w:t>
            </w:r>
          </w:p>
          <w:p w14:paraId="077C0FC6" w14:textId="07FC033E" w:rsidR="00B908A9" w:rsidRPr="000754EC" w:rsidRDefault="00B908A9" w:rsidP="000C19FE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</w:tcPr>
          <w:p w14:paraId="21638E63" w14:textId="649D9F5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2B839DA" w14:textId="065FB491" w:rsidR="00F1480E" w:rsidRPr="007F356F" w:rsidRDefault="003B786D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7F356F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B6DE2" w:rsidRPr="00963A46" w14:paraId="189FFD88" w14:textId="77777777" w:rsidTr="00CA2922">
        <w:trPr>
          <w:cantSplit/>
        </w:trPr>
        <w:tc>
          <w:tcPr>
            <w:tcW w:w="1396" w:type="pct"/>
          </w:tcPr>
          <w:p w14:paraId="062244C5" w14:textId="61EDDB3E" w:rsidR="008B6DE2" w:rsidRPr="00DC1BB6" w:rsidRDefault="008B6DE2" w:rsidP="008B6DE2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</w:tcPr>
          <w:p w14:paraId="7D00C9B0" w14:textId="77777777" w:rsidR="008B6DE2" w:rsidRPr="008B6DE2" w:rsidRDefault="008B6DE2" w:rsidP="008B6DE2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224661EC" w14:textId="100C3B93" w:rsidR="008B6DE2" w:rsidRPr="008B6DE2" w:rsidRDefault="008B6DE2" w:rsidP="008B6DE2">
            <w:pPr>
              <w:pStyle w:val="SIText"/>
            </w:pPr>
            <w:r w:rsidRPr="00CF529E">
              <w:t>1.2 Identify health and safety</w:t>
            </w:r>
            <w:r>
              <w:t xml:space="preserve"> and food safety</w:t>
            </w:r>
            <w:r w:rsidRPr="00CF529E">
              <w:t xml:space="preserve"> hazards in </w:t>
            </w:r>
            <w:r>
              <w:t>chillers</w:t>
            </w:r>
            <w:r w:rsidR="00F054DD">
              <w:t>,</w:t>
            </w:r>
            <w:r w:rsidRPr="008B6DE2">
              <w:t xml:space="preserve"> and inform supervisor</w:t>
            </w:r>
          </w:p>
          <w:p w14:paraId="01274D51" w14:textId="007CB5E0" w:rsidR="008B6DE2" w:rsidRPr="008B6DE2" w:rsidRDefault="008B6DE2" w:rsidP="008B6DE2">
            <w:pPr>
              <w:pStyle w:val="SIText"/>
            </w:pPr>
            <w:r w:rsidRPr="00CF529E">
              <w:t xml:space="preserve">1.3 Wear appropriate personal protective </w:t>
            </w:r>
            <w:r>
              <w:t xml:space="preserve">clothing and </w:t>
            </w:r>
            <w:r w:rsidRPr="00CF529E">
              <w:t xml:space="preserve">equipment </w:t>
            </w:r>
            <w:r>
              <w:t>for work in chillers</w:t>
            </w:r>
          </w:p>
          <w:p w14:paraId="5BCDC0D7" w14:textId="77777777" w:rsidR="008B6DE2" w:rsidRPr="008B6DE2" w:rsidRDefault="008B6DE2" w:rsidP="008B6DE2">
            <w:pPr>
              <w:pStyle w:val="SIText"/>
            </w:pPr>
            <w:r w:rsidRPr="00CF529E">
              <w:t>1.4 Confirm that cleaning and sanitising agents and services are available and ready for use</w:t>
            </w:r>
          </w:p>
          <w:p w14:paraId="6BB4F821" w14:textId="7F6BDC95" w:rsidR="008B6DE2" w:rsidRPr="00DC1BB6" w:rsidRDefault="008B6DE2" w:rsidP="008B6DE2">
            <w:pPr>
              <w:pStyle w:val="SIText"/>
            </w:pPr>
            <w:r w:rsidRPr="00CF529E">
              <w:t>1.5 Prepare chemicals and products in line with safety guidelines</w:t>
            </w:r>
          </w:p>
        </w:tc>
      </w:tr>
      <w:tr w:rsidR="008B6DE2" w:rsidRPr="00963A46" w14:paraId="093B57AB" w14:textId="77777777" w:rsidTr="00CA2922">
        <w:trPr>
          <w:cantSplit/>
        </w:trPr>
        <w:tc>
          <w:tcPr>
            <w:tcW w:w="1396" w:type="pct"/>
          </w:tcPr>
          <w:p w14:paraId="2FB446BD" w14:textId="681A328C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 Clean </w:t>
            </w:r>
            <w:r>
              <w:t>cold area</w:t>
            </w:r>
          </w:p>
        </w:tc>
        <w:tc>
          <w:tcPr>
            <w:tcW w:w="3604" w:type="pct"/>
          </w:tcPr>
          <w:p w14:paraId="656D3846" w14:textId="447C0E25" w:rsidR="008B6DE2" w:rsidRPr="008B6DE2" w:rsidRDefault="008B6DE2" w:rsidP="008B6DE2">
            <w:pPr>
              <w:pStyle w:val="SIText"/>
            </w:pPr>
            <w:r>
              <w:t>2</w:t>
            </w:r>
            <w:r w:rsidRPr="00DC1BB6">
              <w:t xml:space="preserve">.1 Clean chillers in accordance with </w:t>
            </w:r>
            <w:r w:rsidR="00E91D2A" w:rsidRPr="00DC1BB6">
              <w:t>workplace</w:t>
            </w:r>
            <w:r w:rsidR="00E91D2A">
              <w:t xml:space="preserve"> </w:t>
            </w:r>
            <w:r w:rsidRPr="00DC1BB6">
              <w:t>cleaning progra</w:t>
            </w:r>
            <w:r w:rsidR="00E91D2A">
              <w:t>m</w:t>
            </w:r>
            <w:r w:rsidRPr="00DC1BB6">
              <w:t>, workplace health and safety and regulatory requirements</w:t>
            </w:r>
          </w:p>
          <w:p w14:paraId="7AB3AC46" w14:textId="22BCFD78" w:rsidR="008B6DE2" w:rsidRPr="008B6DE2" w:rsidRDefault="008B6DE2" w:rsidP="008B6DE2">
            <w:pPr>
              <w:pStyle w:val="SIText"/>
            </w:pPr>
            <w:r>
              <w:t>2.2</w:t>
            </w:r>
            <w:r w:rsidRPr="00DC1BB6">
              <w:t xml:space="preserve"> Identify specific areas of contamination risk for the products</w:t>
            </w:r>
            <w:r w:rsidR="00AF7A21">
              <w:t xml:space="preserve"> to be stored in chillers</w:t>
            </w:r>
          </w:p>
          <w:p w14:paraId="0ACD8386" w14:textId="789E7B5B" w:rsidR="008B6DE2" w:rsidRPr="008B6DE2" w:rsidRDefault="008B6DE2" w:rsidP="008B6DE2">
            <w:pPr>
              <w:pStyle w:val="SIText"/>
            </w:pPr>
            <w:r>
              <w:t>2.3</w:t>
            </w:r>
            <w:r w:rsidRPr="00DC1BB6">
              <w:t xml:space="preserve"> Handle chemicals according to workplace </w:t>
            </w:r>
            <w:r w:rsidR="00AF7A21">
              <w:t xml:space="preserve">and chemical safety </w:t>
            </w:r>
            <w:r w:rsidRPr="00DC1BB6">
              <w:t>requirements</w:t>
            </w:r>
          </w:p>
        </w:tc>
      </w:tr>
      <w:tr w:rsidR="008B6DE2" w:rsidRPr="00963A46" w14:paraId="0F3DCD2A" w14:textId="77777777" w:rsidTr="00CA2922">
        <w:trPr>
          <w:cantSplit/>
        </w:trPr>
        <w:tc>
          <w:tcPr>
            <w:tcW w:w="1396" w:type="pct"/>
          </w:tcPr>
          <w:p w14:paraId="30A458CA" w14:textId="518F38CE" w:rsidR="008B6DE2" w:rsidRPr="00DC1BB6" w:rsidRDefault="008B6DE2" w:rsidP="008B6DE2">
            <w:pPr>
              <w:pStyle w:val="SIText"/>
            </w:pPr>
            <w:r>
              <w:t>3. Complete work in cold area</w:t>
            </w:r>
          </w:p>
        </w:tc>
        <w:tc>
          <w:tcPr>
            <w:tcW w:w="3604" w:type="pct"/>
          </w:tcPr>
          <w:p w14:paraId="072EF25C" w14:textId="1D74A181" w:rsidR="008B6DE2" w:rsidRPr="008B6DE2" w:rsidRDefault="008B6DE2" w:rsidP="008B6DE2">
            <w:pPr>
              <w:pStyle w:val="SIText"/>
            </w:pPr>
            <w:r>
              <w:t>3.1</w:t>
            </w:r>
            <w:r w:rsidRPr="008B6DE2">
              <w:t xml:space="preserve"> Clean and store </w:t>
            </w:r>
            <w:r>
              <w:t>cleaning equipment</w:t>
            </w:r>
            <w:r w:rsidRPr="008B6DE2">
              <w:t xml:space="preserve"> appropriately when not in use</w:t>
            </w:r>
          </w:p>
          <w:p w14:paraId="2F146015" w14:textId="532AC3CF" w:rsidR="008B6DE2" w:rsidRDefault="008B6DE2" w:rsidP="008B6DE2">
            <w:pPr>
              <w:pStyle w:val="SIText"/>
            </w:pPr>
            <w:r>
              <w:t>3.2</w:t>
            </w:r>
            <w:r w:rsidRPr="008B6DE2">
              <w:t xml:space="preserve"> Store chemicals in accordance with workplace requirements in designated locations</w:t>
            </w:r>
          </w:p>
          <w:p w14:paraId="2BEF1D25" w14:textId="71951729" w:rsidR="008B6DE2" w:rsidRPr="00DC1BB6" w:rsidRDefault="008B6DE2" w:rsidP="008B6DE2">
            <w:pPr>
              <w:pStyle w:val="SIText"/>
            </w:pPr>
            <w:r>
              <w:t xml:space="preserve">3.3 Complete cleaning logs and workplace documentation </w:t>
            </w:r>
            <w:r w:rsidRPr="00784C76">
              <w:t>according to workplace requirements</w:t>
            </w:r>
            <w:r w:rsidRPr="00DC1BB6">
              <w:t xml:space="preserve"> 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6DE2" w:rsidRPr="00336FCA" w:rsidDel="00423CB2" w14:paraId="0E6A16E2" w14:textId="77777777" w:rsidTr="00CA2922">
        <w:trPr>
          <w:tblHeader/>
        </w:trPr>
        <w:tc>
          <w:tcPr>
            <w:tcW w:w="1396" w:type="pct"/>
          </w:tcPr>
          <w:p w14:paraId="41D5F539" w14:textId="3B04A28E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 w:rsidRPr="001F5A10">
              <w:t>Reading</w:t>
            </w:r>
          </w:p>
        </w:tc>
        <w:tc>
          <w:tcPr>
            <w:tcW w:w="3604" w:type="pct"/>
          </w:tcPr>
          <w:p w14:paraId="3BDCFD99" w14:textId="77777777" w:rsidR="008B6DE2" w:rsidRPr="008B6DE2" w:rsidRDefault="008B6DE2">
            <w:pPr>
              <w:pStyle w:val="SIBulletList1"/>
            </w:pPr>
            <w:r w:rsidRPr="00D75D19">
              <w:t>Interpret workplace procedures and safety information</w:t>
            </w:r>
            <w:r w:rsidRPr="008B6DE2">
              <w:t xml:space="preserve"> </w:t>
            </w:r>
          </w:p>
          <w:p w14:paraId="482D56DC" w14:textId="27F9B285" w:rsidR="008B6DE2" w:rsidRPr="008B6DE2" w:rsidRDefault="008B6DE2" w:rsidP="003B786D">
            <w:pPr>
              <w:pStyle w:val="SIBulletList1"/>
              <w:rPr>
                <w:rFonts w:eastAsiaTheme="majorEastAsia"/>
              </w:rPr>
            </w:pPr>
            <w:r w:rsidRPr="00D75D19">
              <w:t>Identify product types</w:t>
            </w:r>
            <w:r>
              <w:t xml:space="preserve"> and storage requirements</w:t>
            </w:r>
          </w:p>
        </w:tc>
      </w:tr>
      <w:tr w:rsidR="008B6DE2" w:rsidRPr="00336FCA" w:rsidDel="00423CB2" w14:paraId="309F7484" w14:textId="77777777" w:rsidTr="00CA2922">
        <w:trPr>
          <w:tblHeader/>
        </w:trPr>
        <w:tc>
          <w:tcPr>
            <w:tcW w:w="1396" w:type="pct"/>
          </w:tcPr>
          <w:p w14:paraId="559AA5AC" w14:textId="31426D49" w:rsidR="008B6DE2" w:rsidRPr="008B6DE2" w:rsidRDefault="008B6DE2" w:rsidP="003B786D">
            <w:pPr>
              <w:pStyle w:val="SIText"/>
              <w:rPr>
                <w:rFonts w:eastAsiaTheme="majorEastAsia"/>
              </w:rPr>
            </w:pPr>
            <w:r>
              <w:t>Numeracy</w:t>
            </w:r>
          </w:p>
        </w:tc>
        <w:tc>
          <w:tcPr>
            <w:tcW w:w="3604" w:type="pct"/>
          </w:tcPr>
          <w:p w14:paraId="31914864" w14:textId="78D5229D" w:rsidR="008B6DE2" w:rsidRDefault="008B6DE2">
            <w:pPr>
              <w:pStyle w:val="SIBulletList1"/>
            </w:pPr>
            <w:r w:rsidRPr="00DA38CC">
              <w:t xml:space="preserve">Interpret </w:t>
            </w:r>
            <w:r>
              <w:t>chiller</w:t>
            </w:r>
            <w:r w:rsidRPr="00DA38CC">
              <w:t xml:space="preserve"> temperature gauges</w:t>
            </w:r>
            <w:r w:rsidRPr="008B6DE2">
              <w:t xml:space="preserve"> (</w:t>
            </w:r>
            <w:r w:rsidRPr="008B6DE2">
              <w:sym w:font="Symbol" w:char="F0B0"/>
            </w:r>
            <w:r w:rsidRPr="008B6DE2">
              <w:t>C)</w:t>
            </w:r>
          </w:p>
          <w:p w14:paraId="28D28E07" w14:textId="0E568C4E" w:rsidR="00157D2C" w:rsidRPr="003B786D" w:rsidRDefault="00157D2C" w:rsidP="003B786D">
            <w:pPr>
              <w:pStyle w:val="SIBulletList1"/>
            </w:pPr>
            <w:r>
              <w:t>Measure and dilute chemicals following instructions (mL, L, ratios)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53BF3824" w:rsidR="00041E59" w:rsidRPr="005404CB" w:rsidRDefault="003B786D" w:rsidP="005404CB">
            <w:pPr>
              <w:pStyle w:val="SIText"/>
            </w:pPr>
            <w:r w:rsidRPr="000A340B">
              <w:t>AMP</w:t>
            </w:r>
            <w:r>
              <w:t>OPR2</w:t>
            </w:r>
            <w:r w:rsidR="00B55DA1">
              <w:t>0</w:t>
            </w:r>
            <w:r>
              <w:t>3</w:t>
            </w:r>
            <w:r w:rsidR="000A340B" w:rsidRPr="000A340B">
              <w:t xml:space="preserve"> Clean chillers</w:t>
            </w:r>
          </w:p>
        </w:tc>
        <w:tc>
          <w:tcPr>
            <w:tcW w:w="1105" w:type="pct"/>
          </w:tcPr>
          <w:p w14:paraId="6623A6C9" w14:textId="6CB6F7DC" w:rsidR="00041E59" w:rsidRPr="005404CB" w:rsidRDefault="008B6DE2" w:rsidP="005404CB">
            <w:pPr>
              <w:pStyle w:val="SIText"/>
            </w:pPr>
            <w:r w:rsidRPr="000A340B">
              <w:t>AMPX205 Clean chillers</w:t>
            </w:r>
          </w:p>
        </w:tc>
        <w:tc>
          <w:tcPr>
            <w:tcW w:w="1251" w:type="pct"/>
          </w:tcPr>
          <w:p w14:paraId="6934392C" w14:textId="11448BAD" w:rsidR="008B6DE2" w:rsidRPr="008B6DE2" w:rsidRDefault="00317C69" w:rsidP="008B6DE2">
            <w:pPr>
              <w:pStyle w:val="SIText"/>
            </w:pPr>
            <w:r>
              <w:t xml:space="preserve">Unit code updated            Unit application updated </w:t>
            </w:r>
            <w:r w:rsidR="008B6DE2" w:rsidRPr="008B6DE2">
              <w:t>Unit sector code updated</w:t>
            </w:r>
          </w:p>
          <w:p w14:paraId="5B1CF288" w14:textId="62EA61E8" w:rsidR="008B6DE2" w:rsidRDefault="008B6DE2" w:rsidP="008B6DE2">
            <w:pPr>
              <w:pStyle w:val="SIText"/>
            </w:pPr>
            <w:r>
              <w:t xml:space="preserve">Three </w:t>
            </w:r>
            <w:r w:rsidR="00A73158">
              <w:t>E</w:t>
            </w:r>
            <w:r>
              <w:t>lements added</w:t>
            </w:r>
          </w:p>
          <w:p w14:paraId="13824134" w14:textId="59FE585F" w:rsidR="008B6DE2" w:rsidRPr="008B6DE2" w:rsidRDefault="008B6DE2" w:rsidP="008B6DE2">
            <w:pPr>
              <w:pStyle w:val="SIText"/>
            </w:pPr>
            <w:r w:rsidRPr="008B6DE2">
              <w:t xml:space="preserve">Performance </w:t>
            </w:r>
            <w:r w:rsidR="00B55DA1">
              <w:t>C</w:t>
            </w:r>
            <w:r w:rsidRPr="008B6DE2">
              <w:t>riteria clarified</w:t>
            </w:r>
          </w:p>
          <w:p w14:paraId="070C10CE" w14:textId="1313CB06" w:rsidR="008B6DE2" w:rsidRPr="008B6DE2" w:rsidRDefault="008B6DE2" w:rsidP="008B6DE2">
            <w:pPr>
              <w:pStyle w:val="SIText"/>
            </w:pPr>
            <w:r w:rsidRPr="008B6DE2">
              <w:t xml:space="preserve">Foundation </w:t>
            </w:r>
            <w:r w:rsidR="00B55DA1">
              <w:t>S</w:t>
            </w:r>
            <w:r w:rsidRPr="008B6DE2">
              <w:t>kills added</w:t>
            </w:r>
          </w:p>
          <w:p w14:paraId="2D7F440C" w14:textId="77777777" w:rsidR="00F65D7B" w:rsidRDefault="00F65D7B" w:rsidP="00F65D7B">
            <w:r w:rsidRPr="00D331A0">
              <w:t>Assessment</w:t>
            </w:r>
            <w:r w:rsidRPr="00D331A0">
              <w:br/>
              <w:t>Requirements updated</w:t>
            </w:r>
            <w:r w:rsidRPr="00652C76" w:rsidDel="00652C76">
              <w:t xml:space="preserve"> </w:t>
            </w:r>
          </w:p>
          <w:p w14:paraId="38EF1B27" w14:textId="67157D46" w:rsidR="00041E59" w:rsidRPr="005404CB" w:rsidRDefault="00F65D7B" w:rsidP="00F65D7B">
            <w:pPr>
              <w:pStyle w:val="SIText"/>
            </w:pP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7AEE209C" w:rsidR="00916CD7" w:rsidRPr="005404CB" w:rsidRDefault="008B6DE2" w:rsidP="005404CB">
            <w:pPr>
              <w:pStyle w:val="SIText"/>
            </w:pPr>
            <w:r>
              <w:t>No</w:t>
            </w:r>
            <w:r w:rsidR="003B786D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</w:tcPr>
          <w:p w14:paraId="51075A31" w14:textId="77777777" w:rsidR="00F054DD" w:rsidRDefault="00F054DD" w:rsidP="00F054DD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5985F072" w:rsidR="00F1480E" w:rsidRPr="00DC1BB6" w:rsidRDefault="00F054DD" w:rsidP="00F054DD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DC1BB6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</w:tcPr>
          <w:p w14:paraId="01250677" w14:textId="7FD43B1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A340B" w:rsidRPr="000A340B">
              <w:t>AMP</w:t>
            </w:r>
            <w:r w:rsidR="003B786D">
              <w:t>OPR2</w:t>
            </w:r>
            <w:r w:rsidR="00B55DA1">
              <w:t>0</w:t>
            </w:r>
            <w:r w:rsidR="003B786D">
              <w:t>3</w:t>
            </w:r>
            <w:r w:rsidR="000A340B" w:rsidRPr="000A340B">
              <w:t xml:space="preserve"> Clean chillers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</w:tcPr>
          <w:p w14:paraId="51FC897D" w14:textId="77777777" w:rsidR="003B786D" w:rsidRPr="003B786D" w:rsidRDefault="003B786D" w:rsidP="003B786D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10601B1B" w14:textId="77777777" w:rsidR="003B786D" w:rsidRDefault="003B786D" w:rsidP="00EC10DD">
            <w:pPr>
              <w:pStyle w:val="SIText"/>
            </w:pPr>
          </w:p>
          <w:p w14:paraId="31F72D31" w14:textId="675162D7" w:rsidR="008B6DE2" w:rsidRPr="008B6DE2" w:rsidRDefault="008B6DE2" w:rsidP="008B6DE2">
            <w:pPr>
              <w:pStyle w:val="SIText"/>
            </w:pPr>
            <w:r w:rsidRPr="008514E3">
              <w:t xml:space="preserve">There must be evidence that the individual has </w:t>
            </w:r>
            <w:r>
              <w:t xml:space="preserve">cleaned at least one chiller, </w:t>
            </w:r>
            <w:r w:rsidRPr="008B6DE2">
              <w:t>including:</w:t>
            </w:r>
          </w:p>
          <w:p w14:paraId="728D8864" w14:textId="212AA570" w:rsidR="008B6DE2" w:rsidRDefault="008B6DE2" w:rsidP="008B6DE2">
            <w:pPr>
              <w:pStyle w:val="SIBulletList1"/>
            </w:pPr>
            <w:r w:rsidRPr="00A56CBA">
              <w:t>follow</w:t>
            </w:r>
            <w:r w:rsidR="003B786D">
              <w:t>ed</w:t>
            </w:r>
            <w:r w:rsidRPr="00A56CBA">
              <w:t xml:space="preserve"> safe </w:t>
            </w:r>
            <w:r w:rsidRPr="008B6DE2">
              <w:t>work procedures and t</w:t>
            </w:r>
            <w:r w:rsidR="00B55DA1">
              <w:t>ook</w:t>
            </w:r>
            <w:r w:rsidRPr="008B6DE2">
              <w:t xml:space="preserve"> appropriate breaks</w:t>
            </w:r>
          </w:p>
          <w:p w14:paraId="097B0DFB" w14:textId="2B6C7D0F" w:rsidR="004F6D3F" w:rsidRPr="008B6DE2" w:rsidRDefault="004F6D3F" w:rsidP="008B6DE2">
            <w:pPr>
              <w:pStyle w:val="SIBulletList1"/>
            </w:pPr>
            <w:r>
              <w:t xml:space="preserve">safely handled and stored </w:t>
            </w:r>
            <w:r w:rsidRPr="004F6D3F">
              <w:t>cleaning and sanitising agents</w:t>
            </w:r>
          </w:p>
          <w:p w14:paraId="60307F10" w14:textId="77777777" w:rsidR="004F6D3F" w:rsidRDefault="008B6DE2" w:rsidP="003B786D">
            <w:pPr>
              <w:pStyle w:val="SIBulletList1"/>
            </w:pPr>
            <w:r w:rsidRPr="00A56CBA">
              <w:t>appli</w:t>
            </w:r>
            <w:r w:rsidR="003B786D">
              <w:t>ed</w:t>
            </w:r>
            <w:r w:rsidRPr="00A56CBA">
              <w:t xml:space="preserve"> food safety procedures to work practices</w:t>
            </w:r>
          </w:p>
          <w:p w14:paraId="55058749" w14:textId="77777777" w:rsidR="008B6DE2" w:rsidRDefault="004F6D3F" w:rsidP="003B786D">
            <w:pPr>
              <w:pStyle w:val="SIBulletList1"/>
            </w:pPr>
            <w:r>
              <w:t xml:space="preserve">identified contamination risks and completed </w:t>
            </w:r>
            <w:r w:rsidRPr="004F6D3F">
              <w:t>workplace documentation</w:t>
            </w:r>
            <w:r w:rsidR="008B6DE2" w:rsidRPr="008B6DE2">
              <w:t>.</w:t>
            </w:r>
          </w:p>
          <w:p w14:paraId="6C8CC2DF" w14:textId="77777777" w:rsidR="000802A6" w:rsidRDefault="000802A6" w:rsidP="000802A6">
            <w:pPr>
              <w:pStyle w:val="SIBulletList1"/>
              <w:numPr>
                <w:ilvl w:val="0"/>
                <w:numId w:val="0"/>
              </w:numPr>
              <w:rPr>
                <w:lang w:val="en-US"/>
              </w:rPr>
            </w:pPr>
          </w:p>
          <w:p w14:paraId="60FF3FA3" w14:textId="21576B28" w:rsidR="000802A6" w:rsidRDefault="000802A6" w:rsidP="000802A6">
            <w:pPr>
              <w:pStyle w:val="SIText"/>
            </w:pPr>
            <w:r w:rsidRPr="000802A6">
              <w:t xml:space="preserve">The assessor must observe the individual </w:t>
            </w:r>
            <w:r>
              <w:t>cleaning chillers</w:t>
            </w:r>
            <w:r w:rsidRPr="000802A6">
              <w:t xml:space="preserve"> for a minimum of 15 minutes.</w:t>
            </w:r>
          </w:p>
          <w:p w14:paraId="7B9314E3" w14:textId="77777777" w:rsidR="00B908A9" w:rsidRDefault="00B908A9" w:rsidP="000802A6">
            <w:pPr>
              <w:pStyle w:val="SIText"/>
            </w:pPr>
          </w:p>
          <w:p w14:paraId="46A08FC3" w14:textId="77777777" w:rsidR="00B908A9" w:rsidRPr="00B908A9" w:rsidRDefault="00B908A9" w:rsidP="00B908A9">
            <w:pPr>
              <w:pStyle w:val="SIText-Bold"/>
              <w:rPr>
                <w:rFonts w:eastAsiaTheme="minorHAnsi"/>
              </w:rPr>
            </w:pPr>
            <w:r w:rsidRPr="00B908A9">
              <w:rPr>
                <w:rFonts w:eastAsiaTheme="minorHAnsi"/>
              </w:rPr>
              <w:t>Mandatory workplace requirements</w:t>
            </w:r>
          </w:p>
          <w:p w14:paraId="011CA13B" w14:textId="3B93BD1B" w:rsidR="00B908A9" w:rsidRPr="000802A6" w:rsidRDefault="00B908A9" w:rsidP="00B908A9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Pr="00B908A9">
              <w:t>meat or food processing premises.</w:t>
            </w:r>
          </w:p>
          <w:p w14:paraId="49081BB4" w14:textId="144AF05D" w:rsidR="000802A6" w:rsidRPr="005404CB" w:rsidRDefault="000802A6" w:rsidP="00F65D7B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</w:tcPr>
          <w:p w14:paraId="066657FE" w14:textId="77777777" w:rsidR="003B786D" w:rsidRPr="003B786D" w:rsidRDefault="003B786D" w:rsidP="003B786D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3B786D">
              <w:t>knowledge of:</w:t>
            </w:r>
          </w:p>
          <w:p w14:paraId="49FB829C" w14:textId="487B1450" w:rsidR="008B6DE2" w:rsidRPr="008B6DE2" w:rsidRDefault="008B6DE2" w:rsidP="008B6DE2">
            <w:pPr>
              <w:pStyle w:val="SIBulletList1"/>
            </w:pPr>
            <w:r w:rsidRPr="0046039A">
              <w:t>the</w:t>
            </w:r>
            <w:r w:rsidRPr="008B6DE2">
              <w:t xml:space="preserve"> purpose of cleaning and </w:t>
            </w:r>
            <w:r w:rsidR="00B0758C">
              <w:t>sanitation</w:t>
            </w:r>
            <w:r w:rsidRPr="008B6DE2">
              <w:t xml:space="preserve"> and </w:t>
            </w:r>
            <w:r w:rsidR="00F054DD">
              <w:t xml:space="preserve">their </w:t>
            </w:r>
            <w:r w:rsidRPr="008B6DE2">
              <w:t>importance in maintaining food safety</w:t>
            </w:r>
          </w:p>
          <w:p w14:paraId="19F9E70B" w14:textId="0366F28D" w:rsidR="008B6DE2" w:rsidRPr="008B6DE2" w:rsidRDefault="008B6DE2" w:rsidP="008B6DE2">
            <w:pPr>
              <w:pStyle w:val="SIBulletList1"/>
            </w:pPr>
            <w:r w:rsidRPr="00784C76">
              <w:t xml:space="preserve">the difference between cleaning and </w:t>
            </w:r>
            <w:r w:rsidR="00B0758C">
              <w:t>sanitation</w:t>
            </w:r>
            <w:r w:rsidRPr="00784C76">
              <w:t>, when each is used and why</w:t>
            </w:r>
          </w:p>
          <w:p w14:paraId="23214812" w14:textId="77777777" w:rsidR="008B6DE2" w:rsidRPr="008B6DE2" w:rsidRDefault="008B6DE2" w:rsidP="008B6DE2">
            <w:pPr>
              <w:pStyle w:val="SIBulletList1"/>
            </w:pPr>
            <w:r w:rsidRPr="00784C76">
              <w:t>difference between wet and dry cleaning</w:t>
            </w:r>
          </w:p>
          <w:p w14:paraId="4ED6A16C" w14:textId="77777777" w:rsidR="008B6DE2" w:rsidRPr="008B6DE2" w:rsidRDefault="008B6DE2" w:rsidP="008B6DE2">
            <w:pPr>
              <w:pStyle w:val="SIBulletList1"/>
            </w:pPr>
            <w:r w:rsidRPr="00784C76">
              <w:t>functions of cleaners, sanitisers and related equipment</w:t>
            </w:r>
          </w:p>
          <w:p w14:paraId="1AFB7FA2" w14:textId="77777777" w:rsidR="008B6DE2" w:rsidRPr="008B6DE2" w:rsidRDefault="008B6DE2" w:rsidP="008B6DE2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63E4CA89" w14:textId="1BFBFACA" w:rsidR="008B6DE2" w:rsidRPr="008B6DE2" w:rsidRDefault="008B6DE2" w:rsidP="008B6DE2">
            <w:pPr>
              <w:pStyle w:val="SIBulletList1"/>
            </w:pPr>
            <w:r w:rsidRPr="008514E3">
              <w:t xml:space="preserve">purpose and conditions required in a </w:t>
            </w:r>
            <w:r>
              <w:t>chiller</w:t>
            </w:r>
            <w:r w:rsidRPr="008514E3">
              <w:t xml:space="preserve"> storage environment, including how temperature parameters are maintained </w:t>
            </w:r>
          </w:p>
          <w:p w14:paraId="5B3ADE6E" w14:textId="20970B56" w:rsidR="008B6DE2" w:rsidRPr="008B6DE2" w:rsidRDefault="008B6DE2" w:rsidP="008B6DE2">
            <w:pPr>
              <w:pStyle w:val="SIBulletList1"/>
            </w:pPr>
            <w:r w:rsidRPr="008514E3">
              <w:t xml:space="preserve">safety requirements and hazards associated with entering and working in a </w:t>
            </w:r>
            <w:r>
              <w:t>chiller/</w:t>
            </w:r>
            <w:r w:rsidRPr="008514E3">
              <w:t xml:space="preserve">cold room area, including required </w:t>
            </w:r>
            <w:r w:rsidRPr="008B6DE2">
              <w:t>personal protective equipment (PPE), limitations of PPE, and maximum work duration</w:t>
            </w:r>
          </w:p>
          <w:p w14:paraId="7C741B0B" w14:textId="590C3C1F" w:rsidR="008B6DE2" w:rsidRPr="008B6DE2" w:rsidRDefault="008B6DE2" w:rsidP="008B6DE2">
            <w:pPr>
              <w:pStyle w:val="SIBulletList1"/>
            </w:pPr>
            <w:r>
              <w:t>contamination/cross</w:t>
            </w:r>
            <w:r w:rsidR="00B55DA1">
              <w:t>-</w:t>
            </w:r>
            <w:r>
              <w:t>contamination and food safety risks associated with chilled products at workplace</w:t>
            </w:r>
          </w:p>
          <w:p w14:paraId="0D3E6338" w14:textId="5CC05B1A" w:rsidR="008B6DE2" w:rsidRPr="008B6DE2" w:rsidRDefault="008B6DE2" w:rsidP="008B6DE2">
            <w:pPr>
              <w:pStyle w:val="SIBulletList1"/>
            </w:pPr>
            <w:r w:rsidRPr="008514E3">
              <w:t xml:space="preserve">the effects of cold room temperatures and condensation on equipment used in a cold room but designed for room temperature </w:t>
            </w:r>
            <w:r w:rsidRPr="008B6DE2">
              <w:t>operation, including symptoms that equipment is unsafe or unfit for use</w:t>
            </w:r>
          </w:p>
          <w:p w14:paraId="16C32F14" w14:textId="3DC231DD" w:rsidR="00DF316E" w:rsidRPr="00DF316E" w:rsidRDefault="00DF316E" w:rsidP="00DF316E">
            <w:pPr>
              <w:pStyle w:val="SIBulletList1"/>
            </w:pPr>
            <w:r w:rsidRPr="00DF316E">
              <w:t xml:space="preserve">hygiene and </w:t>
            </w:r>
            <w:r w:rsidR="00B0758C">
              <w:t>sanitation</w:t>
            </w:r>
            <w:r w:rsidRPr="00DF316E">
              <w:t xml:space="preserve"> monitoring programs for chillers</w:t>
            </w:r>
          </w:p>
          <w:p w14:paraId="58F1BE53" w14:textId="77777777" w:rsidR="00DF316E" w:rsidRPr="00DF316E" w:rsidRDefault="00DF316E" w:rsidP="00DF316E">
            <w:pPr>
              <w:pStyle w:val="SIBulletList1"/>
            </w:pPr>
            <w:r w:rsidRPr="00DF316E">
              <w:t>importance of avoiding condensation in chillers</w:t>
            </w:r>
          </w:p>
          <w:p w14:paraId="4D1F4880" w14:textId="77777777" w:rsidR="00DF316E" w:rsidRPr="00DF316E" w:rsidRDefault="00DF316E" w:rsidP="00DF316E">
            <w:pPr>
              <w:pStyle w:val="SIBulletList1"/>
            </w:pPr>
            <w:r w:rsidRPr="00DF316E">
              <w:t>chiller cleaning program</w:t>
            </w:r>
          </w:p>
          <w:p w14:paraId="66608BB7" w14:textId="1B926A79" w:rsidR="00F1480E" w:rsidRPr="005404CB" w:rsidRDefault="003010DB" w:rsidP="00DF316E">
            <w:pPr>
              <w:pStyle w:val="SIBulletList1"/>
            </w:pPr>
            <w:r>
              <w:t>record</w:t>
            </w:r>
            <w:r w:rsidR="00B55DA1">
              <w:t>-</w:t>
            </w:r>
            <w:r>
              <w:t>keeping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</w:tcPr>
          <w:p w14:paraId="322E94C6" w14:textId="0C18BDD2" w:rsidR="003010DB" w:rsidRPr="003010DB" w:rsidRDefault="003010DB" w:rsidP="003010DB">
            <w:pPr>
              <w:pStyle w:val="SIText"/>
            </w:pPr>
            <w:r w:rsidRPr="00784C76">
              <w:t xml:space="preserve">Assessment of </w:t>
            </w:r>
            <w:r w:rsidR="00B55DA1">
              <w:t xml:space="preserve">the </w:t>
            </w:r>
            <w:r w:rsidRPr="00784C76">
              <w:t xml:space="preserve">skills in this unit of </w:t>
            </w:r>
            <w:r w:rsidRPr="003010DB">
              <w:t>competency must take place under the following conditions:</w:t>
            </w:r>
          </w:p>
          <w:p w14:paraId="400E45B9" w14:textId="77777777" w:rsidR="003010DB" w:rsidRPr="003010DB" w:rsidRDefault="003010DB" w:rsidP="003010DB">
            <w:pPr>
              <w:pStyle w:val="SIBulletList1"/>
            </w:pPr>
            <w:r w:rsidRPr="00784C76">
              <w:t>physical conditions:</w:t>
            </w:r>
          </w:p>
          <w:p w14:paraId="02E95AAB" w14:textId="3345C645" w:rsidR="00B908A9" w:rsidRPr="00F65D7B" w:rsidRDefault="003010DB" w:rsidP="00FF75B4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 xml:space="preserve">skills must be demonstrated in a </w:t>
            </w:r>
            <w:r w:rsidR="00B908A9" w:rsidRPr="00F65D7B">
              <w:rPr>
                <w:rStyle w:val="SIText-Italic"/>
              </w:rPr>
              <w:t xml:space="preserve">meat or food processing premises, </w:t>
            </w:r>
            <w:r w:rsidRPr="00F65D7B">
              <w:rPr>
                <w:rStyle w:val="SIText-Italic"/>
              </w:rPr>
              <w:t>equipped with chillers/cold rooms</w:t>
            </w:r>
            <w:r w:rsidR="00D96D3B">
              <w:rPr>
                <w:rStyle w:val="SIText-Italic"/>
              </w:rPr>
              <w:t>, at workplace production speed</w:t>
            </w:r>
            <w:r w:rsidRPr="00F65D7B">
              <w:rPr>
                <w:rStyle w:val="SIText-Italic"/>
              </w:rPr>
              <w:t xml:space="preserve"> </w:t>
            </w:r>
          </w:p>
          <w:p w14:paraId="4DA39374" w14:textId="77777777" w:rsidR="003010DB" w:rsidRPr="003010DB" w:rsidRDefault="003010DB" w:rsidP="00B908A9">
            <w:pPr>
              <w:pStyle w:val="SIBulletList1"/>
            </w:pPr>
            <w:r w:rsidRPr="00784C76">
              <w:t>resources, equipment and materials:</w:t>
            </w:r>
          </w:p>
          <w:p w14:paraId="175CA993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cleaning and sanitising equipment according to workplace requirements</w:t>
            </w:r>
          </w:p>
          <w:p w14:paraId="58E23D79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cleaning equipment and chemicals</w:t>
            </w:r>
          </w:p>
          <w:p w14:paraId="7A5D3953" w14:textId="77777777" w:rsidR="003010DB" w:rsidRPr="00F65D7B" w:rsidRDefault="003010DB" w:rsidP="003010DB">
            <w:pPr>
              <w:pStyle w:val="SIBulletList2"/>
              <w:rPr>
                <w:rStyle w:val="SIText-Italic"/>
              </w:rPr>
            </w:pPr>
            <w:r w:rsidRPr="00F65D7B">
              <w:rPr>
                <w:rStyle w:val="SIText-Italic"/>
              </w:rPr>
              <w:t>PPE</w:t>
            </w:r>
          </w:p>
          <w:p w14:paraId="656D1458" w14:textId="77777777" w:rsidR="003010DB" w:rsidRPr="003010DB" w:rsidRDefault="003010DB" w:rsidP="003010DB">
            <w:pPr>
              <w:pStyle w:val="SIBulletList1"/>
            </w:pPr>
            <w:r w:rsidRPr="00784C76">
              <w:t>specifications:</w:t>
            </w:r>
          </w:p>
          <w:p w14:paraId="24B26317" w14:textId="3849B2C4" w:rsidR="003010DB" w:rsidRDefault="003010DB" w:rsidP="003010DB">
            <w:pPr>
              <w:pStyle w:val="SIBulletList2"/>
            </w:pPr>
            <w:r w:rsidRPr="00F65D7B">
              <w:rPr>
                <w:rStyle w:val="SIText-Italic"/>
              </w:rPr>
              <w:t>workplace standard operating procedures and task-related documents</w:t>
            </w:r>
          </w:p>
          <w:p w14:paraId="76F6FF99" w14:textId="1EF93FFF" w:rsidR="009E4E8D" w:rsidRDefault="009E4E8D" w:rsidP="005F3FD4">
            <w:pPr>
              <w:pStyle w:val="SIBulletList1"/>
            </w:pPr>
            <w:r>
              <w:t>personnel:</w:t>
            </w:r>
          </w:p>
          <w:p w14:paraId="37632D27" w14:textId="08B73616" w:rsidR="009E4E8D" w:rsidRPr="005F3FD4" w:rsidRDefault="009E4E8D" w:rsidP="003010DB">
            <w:pPr>
              <w:pStyle w:val="SIBulletList2"/>
              <w:rPr>
                <w:rStyle w:val="SIText-Italic"/>
              </w:rPr>
            </w:pPr>
            <w:r w:rsidRPr="005F3FD4">
              <w:rPr>
                <w:rStyle w:val="SIText-Italic"/>
              </w:rPr>
              <w:t>access to workplace supervisor or mentor.</w:t>
            </w:r>
          </w:p>
          <w:p w14:paraId="6A902B24" w14:textId="77777777" w:rsidR="003010DB" w:rsidRDefault="003010DB" w:rsidP="003010DB">
            <w:pPr>
              <w:pStyle w:val="SIText"/>
            </w:pPr>
          </w:p>
          <w:p w14:paraId="21E5B868" w14:textId="77777777" w:rsidR="000701AA" w:rsidRDefault="000701AA" w:rsidP="000701AA">
            <w:pPr>
              <w:pStyle w:val="SIText"/>
            </w:pPr>
            <w:r>
              <w:t>Assessment for this unit must include at least three forms of evidence.</w:t>
            </w:r>
          </w:p>
          <w:p w14:paraId="2E44D680" w14:textId="77777777" w:rsidR="000701AA" w:rsidRDefault="000701AA" w:rsidP="00005B83">
            <w:pPr>
              <w:pStyle w:val="SIText"/>
            </w:pPr>
          </w:p>
          <w:p w14:paraId="58D0640C" w14:textId="77777777" w:rsidR="00F1480E" w:rsidRDefault="003010DB" w:rsidP="00005B83">
            <w:pPr>
              <w:pStyle w:val="SIText"/>
            </w:pPr>
            <w:r w:rsidRPr="00784C76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6316538A" w14:textId="77777777" w:rsidR="00B908A9" w:rsidRDefault="00B908A9" w:rsidP="00005B83">
            <w:pPr>
              <w:pStyle w:val="SIText"/>
            </w:pPr>
          </w:p>
          <w:p w14:paraId="78E11B6C" w14:textId="77777777" w:rsidR="00B908A9" w:rsidRPr="00B908A9" w:rsidRDefault="00B908A9" w:rsidP="00B908A9">
            <w:pPr>
              <w:pStyle w:val="SIText-Bold"/>
            </w:pPr>
            <w:r w:rsidRPr="00CA73F8">
              <w:t>Mandatory workplace requirements</w:t>
            </w:r>
          </w:p>
          <w:p w14:paraId="6EE6034E" w14:textId="77777777" w:rsidR="00B908A9" w:rsidRPr="00B908A9" w:rsidRDefault="00B908A9" w:rsidP="00B908A9">
            <w:pPr>
              <w:pStyle w:val="SIText"/>
            </w:pPr>
            <w:r w:rsidRPr="00E01F17">
              <w:t xml:space="preserve">Mandatory workplace requirements are shown in </w:t>
            </w:r>
            <w:r w:rsidRPr="00F65D7B">
              <w:rPr>
                <w:rStyle w:val="SIText-Italic"/>
              </w:rPr>
              <w:t>italic</w:t>
            </w:r>
            <w:r w:rsidRPr="00B908A9">
              <w:t xml:space="preserve"> text. Refer to the Companion Volume Implementation Guide for further information.</w:t>
            </w:r>
          </w:p>
          <w:p w14:paraId="72FC2BF3" w14:textId="019E3ADD" w:rsidR="00B908A9" w:rsidRPr="00005B83" w:rsidRDefault="00B908A9" w:rsidP="00005B83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</w:tcPr>
          <w:p w14:paraId="23501AE5" w14:textId="77777777" w:rsidR="00F054DD" w:rsidRDefault="00F054DD" w:rsidP="00F054DD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22A753D7" w:rsidR="00F1480E" w:rsidRPr="00EC10DD" w:rsidRDefault="00F054DD" w:rsidP="00F054DD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77C87" w14:textId="77777777" w:rsidR="00222301" w:rsidRDefault="00222301" w:rsidP="00BF3F0A">
      <w:r>
        <w:separator/>
      </w:r>
    </w:p>
    <w:p w14:paraId="4BA0E5C3" w14:textId="77777777" w:rsidR="00222301" w:rsidRDefault="00222301"/>
  </w:endnote>
  <w:endnote w:type="continuationSeparator" w:id="0">
    <w:p w14:paraId="4037E80D" w14:textId="77777777" w:rsidR="00222301" w:rsidRDefault="00222301" w:rsidP="00BF3F0A">
      <w:r>
        <w:continuationSeparator/>
      </w:r>
    </w:p>
    <w:p w14:paraId="3BCE0C52" w14:textId="77777777" w:rsidR="00222301" w:rsidRDefault="002223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5B63D" w14:textId="77777777" w:rsidR="00222301" w:rsidRDefault="00222301" w:rsidP="00BF3F0A">
      <w:r>
        <w:separator/>
      </w:r>
    </w:p>
    <w:p w14:paraId="700CFC87" w14:textId="77777777" w:rsidR="00222301" w:rsidRDefault="00222301"/>
  </w:footnote>
  <w:footnote w:type="continuationSeparator" w:id="0">
    <w:p w14:paraId="7645CEF1" w14:textId="77777777" w:rsidR="00222301" w:rsidRDefault="00222301" w:rsidP="00BF3F0A">
      <w:r>
        <w:continuationSeparator/>
      </w:r>
    </w:p>
    <w:p w14:paraId="6F20F22D" w14:textId="77777777" w:rsidR="00222301" w:rsidRDefault="002223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304BF905" w:rsidR="009C2650" w:rsidRPr="000754EC" w:rsidRDefault="00D91184" w:rsidP="00146EEC">
    <w:pPr>
      <w:pStyle w:val="SIText"/>
    </w:pPr>
    <w:sdt>
      <w:sdtPr>
        <w:id w:val="-1616209432"/>
        <w:docPartObj>
          <w:docPartGallery w:val="Watermarks"/>
          <w:docPartUnique/>
        </w:docPartObj>
      </w:sdtPr>
      <w:sdtEndPr/>
      <w:sdtContent>
        <w:r>
          <w:pict w14:anchorId="6FBADB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786D" w:rsidRPr="000A340B">
      <w:t>AMP</w:t>
    </w:r>
    <w:r w:rsidR="003B786D">
      <w:t>OPR2</w:t>
    </w:r>
    <w:r w:rsidR="00B55DA1">
      <w:t>0</w:t>
    </w:r>
    <w:r w:rsidR="003B786D">
      <w:t>3</w:t>
    </w:r>
    <w:r w:rsidR="003B786D" w:rsidRPr="000A340B">
      <w:t xml:space="preserve"> </w:t>
    </w:r>
    <w:r w:rsidR="000A340B" w:rsidRPr="000A340B">
      <w:t>Clean chillers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C994DF2"/>
    <w:multiLevelType w:val="multilevel"/>
    <w:tmpl w:val="F09420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348D6"/>
    <w:multiLevelType w:val="multilevel"/>
    <w:tmpl w:val="DA404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8865AA5"/>
    <w:multiLevelType w:val="multilevel"/>
    <w:tmpl w:val="61CE89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3722374">
    <w:abstractNumId w:val="10"/>
  </w:num>
  <w:num w:numId="2" w16cid:durableId="1600527821">
    <w:abstractNumId w:val="6"/>
  </w:num>
  <w:num w:numId="3" w16cid:durableId="1811971752">
    <w:abstractNumId w:val="3"/>
  </w:num>
  <w:num w:numId="4" w16cid:durableId="796878445">
    <w:abstractNumId w:val="16"/>
  </w:num>
  <w:num w:numId="5" w16cid:durableId="179272223">
    <w:abstractNumId w:val="1"/>
  </w:num>
  <w:num w:numId="6" w16cid:durableId="437676703">
    <w:abstractNumId w:val="9"/>
  </w:num>
  <w:num w:numId="7" w16cid:durableId="998310227">
    <w:abstractNumId w:val="2"/>
  </w:num>
  <w:num w:numId="8" w16cid:durableId="686057698">
    <w:abstractNumId w:val="0"/>
  </w:num>
  <w:num w:numId="9" w16cid:durableId="1360660361">
    <w:abstractNumId w:val="15"/>
  </w:num>
  <w:num w:numId="10" w16cid:durableId="1625843876">
    <w:abstractNumId w:val="11"/>
  </w:num>
  <w:num w:numId="11" w16cid:durableId="293142722">
    <w:abstractNumId w:val="14"/>
  </w:num>
  <w:num w:numId="12" w16cid:durableId="1107388961">
    <w:abstractNumId w:val="12"/>
  </w:num>
  <w:num w:numId="13" w16cid:durableId="408309538">
    <w:abstractNumId w:val="17"/>
  </w:num>
  <w:num w:numId="14" w16cid:durableId="2010520995">
    <w:abstractNumId w:val="4"/>
  </w:num>
  <w:num w:numId="15" w16cid:durableId="2072776434">
    <w:abstractNumId w:val="5"/>
  </w:num>
  <w:num w:numId="16" w16cid:durableId="218828325">
    <w:abstractNumId w:val="18"/>
  </w:num>
  <w:num w:numId="17" w16cid:durableId="562956519">
    <w:abstractNumId w:val="13"/>
  </w:num>
  <w:num w:numId="18" w16cid:durableId="1257444286">
    <w:abstractNumId w:val="7"/>
  </w:num>
  <w:num w:numId="19" w16cid:durableId="13512535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05B83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6718A"/>
    <w:rsid w:val="000701AA"/>
    <w:rsid w:val="00070B3E"/>
    <w:rsid w:val="00071F95"/>
    <w:rsid w:val="000737BB"/>
    <w:rsid w:val="00074E47"/>
    <w:rsid w:val="000754EC"/>
    <w:rsid w:val="000802A6"/>
    <w:rsid w:val="0009093B"/>
    <w:rsid w:val="000A340B"/>
    <w:rsid w:val="000A5441"/>
    <w:rsid w:val="000B2022"/>
    <w:rsid w:val="000C149A"/>
    <w:rsid w:val="000C19FE"/>
    <w:rsid w:val="000C224E"/>
    <w:rsid w:val="000E25E6"/>
    <w:rsid w:val="000E2C86"/>
    <w:rsid w:val="000E4F3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E"/>
    <w:rsid w:val="001568C6"/>
    <w:rsid w:val="00156EF3"/>
    <w:rsid w:val="00157D2C"/>
    <w:rsid w:val="00176E4F"/>
    <w:rsid w:val="0018546B"/>
    <w:rsid w:val="001A61A2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B42"/>
    <w:rsid w:val="00222301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2977"/>
    <w:rsid w:val="002D330A"/>
    <w:rsid w:val="002E170C"/>
    <w:rsid w:val="002E193E"/>
    <w:rsid w:val="002E6E8F"/>
    <w:rsid w:val="003010DB"/>
    <w:rsid w:val="00305EFF"/>
    <w:rsid w:val="00310A6A"/>
    <w:rsid w:val="003144E6"/>
    <w:rsid w:val="00317C69"/>
    <w:rsid w:val="00337E82"/>
    <w:rsid w:val="00346FDC"/>
    <w:rsid w:val="00347CC0"/>
    <w:rsid w:val="00350BB1"/>
    <w:rsid w:val="00352C83"/>
    <w:rsid w:val="00363BB7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786D"/>
    <w:rsid w:val="003C13AE"/>
    <w:rsid w:val="003C7152"/>
    <w:rsid w:val="003D2E73"/>
    <w:rsid w:val="003E72B6"/>
    <w:rsid w:val="003E7BBE"/>
    <w:rsid w:val="004014BE"/>
    <w:rsid w:val="004127E3"/>
    <w:rsid w:val="0043212E"/>
    <w:rsid w:val="00434366"/>
    <w:rsid w:val="00434ECE"/>
    <w:rsid w:val="004379F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83D"/>
    <w:rsid w:val="004A142B"/>
    <w:rsid w:val="004A2621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D3F"/>
    <w:rsid w:val="004F78DA"/>
    <w:rsid w:val="00505909"/>
    <w:rsid w:val="0051194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3FD4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368B"/>
    <w:rsid w:val="006C2F32"/>
    <w:rsid w:val="006D0B1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C31"/>
    <w:rsid w:val="007444CF"/>
    <w:rsid w:val="00752C75"/>
    <w:rsid w:val="00757005"/>
    <w:rsid w:val="00761DBE"/>
    <w:rsid w:val="0076523B"/>
    <w:rsid w:val="007664E5"/>
    <w:rsid w:val="00771B60"/>
    <w:rsid w:val="00781D77"/>
    <w:rsid w:val="00783549"/>
    <w:rsid w:val="007860B7"/>
    <w:rsid w:val="00786DC8"/>
    <w:rsid w:val="007A300D"/>
    <w:rsid w:val="007B395C"/>
    <w:rsid w:val="007D5A78"/>
    <w:rsid w:val="007D7BA6"/>
    <w:rsid w:val="007E3BD1"/>
    <w:rsid w:val="007F1563"/>
    <w:rsid w:val="007F1EB2"/>
    <w:rsid w:val="007F32D4"/>
    <w:rsid w:val="007F356F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2E8A"/>
    <w:rsid w:val="008B48B7"/>
    <w:rsid w:val="008B4AD2"/>
    <w:rsid w:val="008B663E"/>
    <w:rsid w:val="008B6DE2"/>
    <w:rsid w:val="008B7138"/>
    <w:rsid w:val="008D3D8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30AC"/>
    <w:rsid w:val="009A5900"/>
    <w:rsid w:val="009A6E6C"/>
    <w:rsid w:val="009A6F3F"/>
    <w:rsid w:val="009B331A"/>
    <w:rsid w:val="009C2650"/>
    <w:rsid w:val="009D15E2"/>
    <w:rsid w:val="009D15FE"/>
    <w:rsid w:val="009D5D2C"/>
    <w:rsid w:val="009E4E8D"/>
    <w:rsid w:val="009F0DCC"/>
    <w:rsid w:val="009F11CA"/>
    <w:rsid w:val="00A0695B"/>
    <w:rsid w:val="00A13052"/>
    <w:rsid w:val="00A13902"/>
    <w:rsid w:val="00A216A8"/>
    <w:rsid w:val="00A223A6"/>
    <w:rsid w:val="00A27340"/>
    <w:rsid w:val="00A35F98"/>
    <w:rsid w:val="00A3639E"/>
    <w:rsid w:val="00A5092E"/>
    <w:rsid w:val="00A554D6"/>
    <w:rsid w:val="00A56E14"/>
    <w:rsid w:val="00A6476B"/>
    <w:rsid w:val="00A73158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3E1F"/>
    <w:rsid w:val="00AC4C98"/>
    <w:rsid w:val="00AC5D45"/>
    <w:rsid w:val="00AC5F6B"/>
    <w:rsid w:val="00AD3896"/>
    <w:rsid w:val="00AD5B47"/>
    <w:rsid w:val="00AE1ED9"/>
    <w:rsid w:val="00AE32CB"/>
    <w:rsid w:val="00AF3957"/>
    <w:rsid w:val="00AF58BE"/>
    <w:rsid w:val="00AF7A21"/>
    <w:rsid w:val="00B0712C"/>
    <w:rsid w:val="00B0758C"/>
    <w:rsid w:val="00B109D0"/>
    <w:rsid w:val="00B12013"/>
    <w:rsid w:val="00B22C67"/>
    <w:rsid w:val="00B3508F"/>
    <w:rsid w:val="00B443EE"/>
    <w:rsid w:val="00B5565F"/>
    <w:rsid w:val="00B55DA1"/>
    <w:rsid w:val="00B560C8"/>
    <w:rsid w:val="00B61150"/>
    <w:rsid w:val="00B65BC7"/>
    <w:rsid w:val="00B746B9"/>
    <w:rsid w:val="00B848D4"/>
    <w:rsid w:val="00B865B7"/>
    <w:rsid w:val="00B908A9"/>
    <w:rsid w:val="00BA1CB1"/>
    <w:rsid w:val="00BA4178"/>
    <w:rsid w:val="00BA482D"/>
    <w:rsid w:val="00BB1755"/>
    <w:rsid w:val="00BB23F4"/>
    <w:rsid w:val="00BB453E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5A5C"/>
    <w:rsid w:val="00C578E9"/>
    <w:rsid w:val="00C62C17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0914"/>
    <w:rsid w:val="00CA139A"/>
    <w:rsid w:val="00CB746F"/>
    <w:rsid w:val="00CC451E"/>
    <w:rsid w:val="00CD4E9D"/>
    <w:rsid w:val="00CD4F4D"/>
    <w:rsid w:val="00CE5C6D"/>
    <w:rsid w:val="00CE7D19"/>
    <w:rsid w:val="00CF0CF5"/>
    <w:rsid w:val="00CF2B3E"/>
    <w:rsid w:val="00CF6426"/>
    <w:rsid w:val="00D0201F"/>
    <w:rsid w:val="00D03685"/>
    <w:rsid w:val="00D07D4E"/>
    <w:rsid w:val="00D115AA"/>
    <w:rsid w:val="00D145BE"/>
    <w:rsid w:val="00D170D8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6357"/>
    <w:rsid w:val="00D810DE"/>
    <w:rsid w:val="00D87D32"/>
    <w:rsid w:val="00D91184"/>
    <w:rsid w:val="00D91188"/>
    <w:rsid w:val="00D92C83"/>
    <w:rsid w:val="00D96D3B"/>
    <w:rsid w:val="00DA0A81"/>
    <w:rsid w:val="00DA3C10"/>
    <w:rsid w:val="00DA53B5"/>
    <w:rsid w:val="00DC1BB6"/>
    <w:rsid w:val="00DC1D69"/>
    <w:rsid w:val="00DC5A3A"/>
    <w:rsid w:val="00DD0726"/>
    <w:rsid w:val="00DE4C83"/>
    <w:rsid w:val="00DF316E"/>
    <w:rsid w:val="00E0324C"/>
    <w:rsid w:val="00E238E6"/>
    <w:rsid w:val="00E34CD8"/>
    <w:rsid w:val="00E35064"/>
    <w:rsid w:val="00E3681D"/>
    <w:rsid w:val="00E40225"/>
    <w:rsid w:val="00E501F0"/>
    <w:rsid w:val="00E6166D"/>
    <w:rsid w:val="00E7288F"/>
    <w:rsid w:val="00E867BF"/>
    <w:rsid w:val="00E91BFF"/>
    <w:rsid w:val="00E91D2A"/>
    <w:rsid w:val="00E92933"/>
    <w:rsid w:val="00E94FAD"/>
    <w:rsid w:val="00EB0AA4"/>
    <w:rsid w:val="00EB5C88"/>
    <w:rsid w:val="00EC0469"/>
    <w:rsid w:val="00EC0C3E"/>
    <w:rsid w:val="00EC10DD"/>
    <w:rsid w:val="00EF01F8"/>
    <w:rsid w:val="00EF3268"/>
    <w:rsid w:val="00EF40EF"/>
    <w:rsid w:val="00EF47FE"/>
    <w:rsid w:val="00EF6BBE"/>
    <w:rsid w:val="00F04AFF"/>
    <w:rsid w:val="00F054DD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6FF8"/>
    <w:rsid w:val="00F62866"/>
    <w:rsid w:val="00F65D7B"/>
    <w:rsid w:val="00F65EF0"/>
    <w:rsid w:val="00F71651"/>
    <w:rsid w:val="00F76191"/>
    <w:rsid w:val="00F76CC6"/>
    <w:rsid w:val="00F83D7C"/>
    <w:rsid w:val="00FA5FB3"/>
    <w:rsid w:val="00FB232E"/>
    <w:rsid w:val="00FB7935"/>
    <w:rsid w:val="00FC588C"/>
    <w:rsid w:val="00FD557D"/>
    <w:rsid w:val="00FE0282"/>
    <w:rsid w:val="00FE124D"/>
    <w:rsid w:val="00FE5236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054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DC1BB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F7A2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54DD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0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124CF1-9232-48AB-A484-DF7D5FE6ABC2}"/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infopath/2007/PartnerControls"/>
    <ds:schemaRef ds:uri="d50bbff7-d6dd-47d2-864a-cfdc2c3db0f4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9f16d0e-a37a-4d61-9000-fe4c9e1013bf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196</TotalTime>
  <Pages>4</Pages>
  <Words>865</Words>
  <Characters>5451</Characters>
  <Application>Microsoft Office Word</Application>
  <DocSecurity>0</DocSecurity>
  <Lines>181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51</cp:revision>
  <cp:lastPrinted>2016-05-27T05:21:00Z</cp:lastPrinted>
  <dcterms:created xsi:type="dcterms:W3CDTF">2021-08-09T02:15:00Z</dcterms:created>
  <dcterms:modified xsi:type="dcterms:W3CDTF">2025-09-19T05:15:00Z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  <property fmtid="{D5CDD505-2E9C-101B-9397-08002B2CF9AE}" pid="30" name="GrammarlyDocumentId">
    <vt:lpwstr>40c1f103-4496-4bf5-9b30-96f28836a4d4</vt:lpwstr>
  </property>
</Properties>
</file>